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B85" w:rsidRPr="00D75452" w:rsidRDefault="00A66B85" w:rsidP="00337E6B">
      <w:pPr>
        <w:rPr>
          <w:b/>
          <w:bCs/>
        </w:rPr>
      </w:pPr>
      <w:r w:rsidRPr="00D75452">
        <w:rPr>
          <w:b/>
          <w:bCs/>
        </w:rPr>
        <w:t>Group 1</w:t>
      </w:r>
    </w:p>
    <w:p w:rsidR="00A66B85" w:rsidRDefault="00A66B85" w:rsidP="00337E6B">
      <w:r>
        <w:t>Carissa Kaproth-Glenn</w:t>
      </w:r>
    </w:p>
    <w:p w:rsidR="00A66B85" w:rsidRDefault="00A66B85" w:rsidP="00337E6B">
      <w:r>
        <w:t>Kitty McIndoe</w:t>
      </w:r>
    </w:p>
    <w:p w:rsidR="00A66B85" w:rsidRDefault="00A66B85" w:rsidP="00337E6B">
      <w:r>
        <w:t>Leila Menon</w:t>
      </w:r>
    </w:p>
    <w:p w:rsidR="00A66B85" w:rsidRDefault="00A66B85" w:rsidP="00337E6B">
      <w:r>
        <w:t>Julie Thornley</w:t>
      </w:r>
    </w:p>
    <w:p w:rsidR="00A66B85" w:rsidRDefault="00A66B85" w:rsidP="00337E6B">
      <w:r>
        <w:t>Lori Warren</w:t>
      </w:r>
    </w:p>
    <w:p w:rsidR="00A66B85" w:rsidRDefault="00A66B85" w:rsidP="00337E6B"/>
    <w:p w:rsidR="00A66B85" w:rsidRPr="00D75452" w:rsidRDefault="00A66B85" w:rsidP="00337E6B">
      <w:pPr>
        <w:rPr>
          <w:b/>
          <w:bCs/>
        </w:rPr>
      </w:pPr>
      <w:r w:rsidRPr="00D75452">
        <w:rPr>
          <w:b/>
          <w:bCs/>
        </w:rPr>
        <w:t>Group 2</w:t>
      </w:r>
    </w:p>
    <w:p w:rsidR="00A66B85" w:rsidRDefault="00A66B85" w:rsidP="00337E6B">
      <w:r>
        <w:t>Barbara Fricke</w:t>
      </w:r>
    </w:p>
    <w:p w:rsidR="00A66B85" w:rsidRDefault="00A66B85" w:rsidP="00337E6B">
      <w:r>
        <w:t>Deb Gough</w:t>
      </w:r>
    </w:p>
    <w:p w:rsidR="00A66B85" w:rsidRDefault="00A66B85" w:rsidP="00337E6B">
      <w:r>
        <w:t>Bernadette McDougald</w:t>
      </w:r>
    </w:p>
    <w:p w:rsidR="00A66B85" w:rsidRDefault="00A66B85" w:rsidP="00337E6B">
      <w:r>
        <w:t>Shirley Shaw</w:t>
      </w:r>
    </w:p>
    <w:p w:rsidR="00A66B85" w:rsidRDefault="00A66B85" w:rsidP="00337E6B">
      <w:r>
        <w:t>Alethea Sproul</w:t>
      </w:r>
    </w:p>
    <w:p w:rsidR="00A66B85" w:rsidRDefault="00A66B85" w:rsidP="00337E6B"/>
    <w:p w:rsidR="00A66B85" w:rsidRPr="00D75452" w:rsidRDefault="00A66B85" w:rsidP="00337E6B">
      <w:pPr>
        <w:rPr>
          <w:b/>
          <w:bCs/>
        </w:rPr>
      </w:pPr>
      <w:r w:rsidRPr="00D75452">
        <w:rPr>
          <w:b/>
          <w:bCs/>
        </w:rPr>
        <w:t>Group 3</w:t>
      </w:r>
    </w:p>
    <w:p w:rsidR="00A66B85" w:rsidRDefault="00A66B85" w:rsidP="00337E6B">
      <w:r>
        <w:t>Dottie Frazzini</w:t>
      </w:r>
    </w:p>
    <w:p w:rsidR="00A66B85" w:rsidRDefault="00A66B85" w:rsidP="00337E6B">
      <w:r>
        <w:t xml:space="preserve">Ann Miles </w:t>
      </w:r>
    </w:p>
    <w:p w:rsidR="00A66B85" w:rsidRPr="00D75452" w:rsidRDefault="00A66B85" w:rsidP="00337E6B">
      <w:pPr>
        <w:rPr>
          <w:i/>
          <w:iCs/>
        </w:rPr>
      </w:pPr>
      <w:r w:rsidRPr="00D75452">
        <w:rPr>
          <w:i/>
          <w:iCs/>
        </w:rPr>
        <w:t>Teri Hardy?</w:t>
      </w:r>
    </w:p>
    <w:p w:rsidR="00A66B85" w:rsidRDefault="00A66B85" w:rsidP="00337E6B">
      <w:r>
        <w:t>Jena Pedroli</w:t>
      </w:r>
    </w:p>
    <w:p w:rsidR="00A66B85" w:rsidRDefault="00A66B85" w:rsidP="00337E6B">
      <w:r>
        <w:t>Melody Russell</w:t>
      </w:r>
    </w:p>
    <w:p w:rsidR="00A66B85" w:rsidRDefault="00A66B85" w:rsidP="00337E6B"/>
    <w:p w:rsidR="00A66B85" w:rsidRDefault="00A66B85" w:rsidP="00337E6B"/>
    <w:p w:rsidR="00A66B85" w:rsidRDefault="00A66B85" w:rsidP="00337E6B"/>
    <w:p w:rsidR="00A66B85" w:rsidRDefault="00A66B85" w:rsidP="00337E6B"/>
    <w:p w:rsidR="00A66B85" w:rsidRDefault="00A66B85" w:rsidP="00337E6B"/>
    <w:p w:rsidR="00A66B85" w:rsidRPr="00D75452" w:rsidRDefault="00A66B85" w:rsidP="00337E6B">
      <w:pPr>
        <w:rPr>
          <w:b/>
          <w:bCs/>
        </w:rPr>
      </w:pPr>
      <w:r w:rsidRPr="00D75452">
        <w:rPr>
          <w:b/>
          <w:bCs/>
        </w:rPr>
        <w:t>Group 4</w:t>
      </w:r>
    </w:p>
    <w:p w:rsidR="00A66B85" w:rsidRDefault="00A66B85" w:rsidP="00337E6B">
      <w:r>
        <w:t>Chris Beltrando</w:t>
      </w:r>
    </w:p>
    <w:p w:rsidR="00A66B85" w:rsidRDefault="00A66B85" w:rsidP="00337E6B">
      <w:r>
        <w:t>Peggy Palasick</w:t>
      </w:r>
    </w:p>
    <w:p w:rsidR="00A66B85" w:rsidRDefault="00A66B85" w:rsidP="00337E6B">
      <w:r>
        <w:t>Patty Paradis</w:t>
      </w:r>
    </w:p>
    <w:p w:rsidR="00A66B85" w:rsidRDefault="00A66B85" w:rsidP="00337E6B">
      <w:r>
        <w:t>Nancy Russo</w:t>
      </w:r>
    </w:p>
    <w:p w:rsidR="00A66B85" w:rsidRDefault="00A66B85" w:rsidP="00337E6B"/>
    <w:p w:rsidR="00A66B85" w:rsidRPr="00D75452" w:rsidRDefault="00A66B85" w:rsidP="00337E6B">
      <w:pPr>
        <w:rPr>
          <w:b/>
          <w:bCs/>
        </w:rPr>
      </w:pPr>
      <w:r w:rsidRPr="00D75452">
        <w:rPr>
          <w:b/>
          <w:bCs/>
        </w:rPr>
        <w:t>Group 5</w:t>
      </w:r>
    </w:p>
    <w:p w:rsidR="00A66B85" w:rsidRDefault="00A66B85" w:rsidP="00D75452">
      <w:r>
        <w:t>Julie Gehling</w:t>
      </w:r>
    </w:p>
    <w:p w:rsidR="00A66B85" w:rsidRDefault="00A66B85" w:rsidP="00337E6B">
      <w:r>
        <w:t>Renee Birch</w:t>
      </w:r>
    </w:p>
    <w:p w:rsidR="00A66B85" w:rsidRDefault="00A66B85" w:rsidP="00337E6B">
      <w:r>
        <w:t>Christopher Causebrook</w:t>
      </w:r>
    </w:p>
    <w:p w:rsidR="00A66B85" w:rsidRDefault="00A66B85" w:rsidP="00337E6B">
      <w:r>
        <w:t>Stacy Pacetti</w:t>
      </w:r>
    </w:p>
    <w:p w:rsidR="00A66B85" w:rsidRPr="00337E6B" w:rsidRDefault="00A66B85" w:rsidP="00337E6B"/>
    <w:sectPr w:rsidR="00A66B85" w:rsidRPr="00337E6B" w:rsidSect="00D7545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6116"/>
    <w:multiLevelType w:val="hybridMultilevel"/>
    <w:tmpl w:val="C2A61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E6B"/>
    <w:rsid w:val="00337E6B"/>
    <w:rsid w:val="006B7B89"/>
    <w:rsid w:val="008064AC"/>
    <w:rsid w:val="00A05691"/>
    <w:rsid w:val="00A331E5"/>
    <w:rsid w:val="00A66B85"/>
    <w:rsid w:val="00D7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7E6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B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27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57</Words>
  <Characters>328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1</dc:title>
  <dc:subject/>
  <dc:creator>Valued Acer Customer</dc:creator>
  <cp:keywords/>
  <dc:description/>
  <cp:lastModifiedBy>Alethea Sproul</cp:lastModifiedBy>
  <cp:revision>2</cp:revision>
  <cp:lastPrinted>2013-03-07T14:50:00Z</cp:lastPrinted>
  <dcterms:created xsi:type="dcterms:W3CDTF">2013-03-07T14:51:00Z</dcterms:created>
  <dcterms:modified xsi:type="dcterms:W3CDTF">2013-03-07T14:51:00Z</dcterms:modified>
</cp:coreProperties>
</file>